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14:paraId="025D439F" w14:textId="77777777" w:rsidTr="003705F6">
        <w:trPr>
          <w:trHeight w:val="1550"/>
        </w:trPr>
        <w:tc>
          <w:tcPr>
            <w:tcW w:w="1135" w:type="dxa"/>
          </w:tcPr>
          <w:p w14:paraId="1FB98638" w14:textId="3532C614" w:rsidR="00E323E9" w:rsidRDefault="002E1D5C" w:rsidP="003705F6">
            <w:pPr>
              <w:pStyle w:val="En-tte"/>
            </w:pPr>
            <w:r>
              <w:rPr>
                <w:noProof/>
              </w:rPr>
              <w:drawing>
                <wp:anchor distT="0" distB="0" distL="114300" distR="114300" simplePos="0" relativeHeight="251658240" behindDoc="0" locked="0" layoutInCell="1" allowOverlap="1" wp14:editId="6A76B46B">
                  <wp:simplePos x="0" y="0"/>
                  <wp:positionH relativeFrom="column">
                    <wp:posOffset>162560</wp:posOffset>
                  </wp:positionH>
                  <wp:positionV relativeFrom="paragraph">
                    <wp:posOffset>127000</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tc>
        <w:tc>
          <w:tcPr>
            <w:tcW w:w="8646" w:type="dxa"/>
          </w:tcPr>
          <w:p w14:paraId="2B5ED75B" w14:textId="77777777" w:rsidR="00E323E9" w:rsidRDefault="00E323E9" w:rsidP="003705F6">
            <w:pPr>
              <w:pStyle w:val="En-tte"/>
            </w:pPr>
          </w:p>
          <w:p w14:paraId="1F59E3A6" w14:textId="77777777" w:rsidR="00E323E9" w:rsidRDefault="00E323E9" w:rsidP="003705F6">
            <w:pPr>
              <w:pStyle w:val="ZEmetteur"/>
              <w:rPr>
                <w:rFonts w:ascii="Arial" w:hAnsi="Arial"/>
              </w:rPr>
            </w:pPr>
          </w:p>
          <w:p w14:paraId="216A783A" w14:textId="015E7277" w:rsidR="00E323E9" w:rsidRPr="00590AAB" w:rsidRDefault="00E323E9" w:rsidP="003705F6">
            <w:pPr>
              <w:pStyle w:val="ZEmetteur"/>
              <w:rPr>
                <w:rFonts w:ascii="Arial" w:hAnsi="Arial"/>
              </w:rPr>
            </w:pPr>
            <w:r w:rsidRPr="00590AAB">
              <w:rPr>
                <w:rFonts w:ascii="Arial" w:hAnsi="Arial"/>
              </w:rPr>
              <w:t>Marine nationale</w:t>
            </w:r>
          </w:p>
          <w:p w14:paraId="0C93095D" w14:textId="77777777" w:rsidR="00E323E9" w:rsidRPr="00590AAB" w:rsidRDefault="00E323E9" w:rsidP="003705F6">
            <w:pPr>
              <w:pStyle w:val="ZEmetteur"/>
              <w:rPr>
                <w:rFonts w:ascii="Arial" w:hAnsi="Arial"/>
              </w:rPr>
            </w:pPr>
            <w:r w:rsidRPr="00590AAB">
              <w:rPr>
                <w:rFonts w:ascii="Arial" w:hAnsi="Arial"/>
              </w:rPr>
              <w:t>Service de soutien de la Flotte</w:t>
            </w:r>
          </w:p>
          <w:p w14:paraId="7FDAE26A" w14:textId="77777777" w:rsidR="00E323E9" w:rsidRPr="00590AAB" w:rsidRDefault="00E323E9" w:rsidP="003705F6">
            <w:pPr>
              <w:pStyle w:val="ZEmetteur"/>
              <w:rPr>
                <w:rFonts w:ascii="Arial" w:hAnsi="Arial"/>
              </w:rPr>
            </w:pPr>
            <w:r w:rsidRPr="00590AAB">
              <w:rPr>
                <w:rFonts w:ascii="Arial" w:hAnsi="Arial"/>
              </w:rPr>
              <w:t>DSSF Brest</w:t>
            </w:r>
          </w:p>
          <w:p w14:paraId="0B2CEE1A" w14:textId="77777777" w:rsidR="00E323E9" w:rsidRDefault="00E323E9" w:rsidP="003705F6"/>
          <w:p w14:paraId="55B71D02" w14:textId="77777777" w:rsidR="00E323E9" w:rsidRDefault="00E323E9" w:rsidP="003705F6">
            <w:pPr>
              <w:pStyle w:val="En-tte"/>
              <w:jc w:val="center"/>
            </w:pPr>
          </w:p>
        </w:tc>
        <w:tc>
          <w:tcPr>
            <w:tcW w:w="851" w:type="dxa"/>
          </w:tcPr>
          <w:p w14:paraId="6CE0AD17" w14:textId="77777777" w:rsidR="00E323E9" w:rsidRDefault="00E323E9" w:rsidP="003705F6">
            <w:pPr>
              <w:pStyle w:val="En-tte"/>
            </w:pPr>
          </w:p>
        </w:tc>
      </w:tr>
    </w:tbl>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70AF3345"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5C3242" w:rsidRPr="005C3242">
        <w:rPr>
          <w:rFonts w:ascii="Arial" w:hAnsi="Arial" w:cs="Arial"/>
          <w:b/>
          <w:bCs/>
        </w:rPr>
        <w:t>S25B00720</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Sous Direction Finances Contrats</w:t>
            </w:r>
          </w:p>
          <w:p w14:paraId="3ABC6E5A" w14:textId="5918FAA6"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4A81435A" w:rsidR="005326D8" w:rsidRPr="00917C92" w:rsidRDefault="005C324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5C3242">
        <w:rPr>
          <w:rFonts w:ascii="Arial" w:hAnsi="Arial" w:cs="Arial"/>
          <w:szCs w:val="22"/>
        </w:rPr>
        <w:t>Approvisionnement de câbles standard Marine au profit de la Marine nationale</w:t>
      </w:r>
    </w:p>
    <w:p w14:paraId="0DCEB320" w14:textId="77777777"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65622B7" w14:textId="3003A656" w:rsidR="00373B83" w:rsidRPr="00917C92" w:rsidRDefault="005C3242"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r w:rsidRPr="005C3242">
        <w:rPr>
          <w:rFonts w:ascii="Arial" w:hAnsi="Arial" w:cs="Arial"/>
          <w:b/>
          <w:szCs w:val="22"/>
        </w:rPr>
        <w:lastRenderedPageBreak/>
        <w:t>Le lundi 3 novembre 2025 avant 16 heures (horodatage PLACE)</w:t>
      </w: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S  O  M  M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77777777"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352F80D0" w14:textId="77777777" w:rsidR="00CA2503" w:rsidRPr="006E7E60" w:rsidRDefault="005C3242">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7A6D7058" w14:textId="77777777" w:rsidR="00CA2503" w:rsidRPr="006E7E60" w:rsidRDefault="005C3242">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37BD66E" w14:textId="77777777" w:rsidR="00CA2503" w:rsidRPr="006E7E60" w:rsidRDefault="005C3242">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0DE1A8B" w14:textId="77777777" w:rsidR="00CA2503" w:rsidRPr="006E7E60" w:rsidRDefault="005C3242">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CA2503">
          <w:rPr>
            <w:noProof/>
            <w:webHidden/>
          </w:rPr>
          <w:t>5</w:t>
        </w:r>
        <w:r w:rsidR="00CA2503">
          <w:rPr>
            <w:noProof/>
            <w:webHidden/>
          </w:rPr>
          <w:fldChar w:fldCharType="end"/>
        </w:r>
      </w:hyperlink>
    </w:p>
    <w:p w14:paraId="73AD2581" w14:textId="77777777" w:rsidR="00CA2503" w:rsidRPr="006E7E60" w:rsidRDefault="005C3242">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5484ABFD" w14:textId="77777777" w:rsidR="00CA2503" w:rsidRPr="006E7E60" w:rsidRDefault="005C3242">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00C6F8EF" w14:textId="77777777" w:rsidR="00CA2503" w:rsidRPr="006E7E60" w:rsidRDefault="005C3242">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6C488B24" w14:textId="77777777" w:rsidR="00CA2503" w:rsidRPr="006E7E60" w:rsidRDefault="005C3242">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360EC543" w14:textId="77777777" w:rsidR="00CA2503" w:rsidRPr="006E7E60" w:rsidRDefault="005C3242">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CA2503">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342C1DBA" w14:textId="77777777" w:rsidR="005C3242" w:rsidRPr="005C3242" w:rsidRDefault="005C3242" w:rsidP="005C3242">
      <w:pPr>
        <w:rPr>
          <w:rFonts w:ascii="Arial" w:hAnsi="Arial" w:cs="Arial"/>
          <w:b/>
          <w:szCs w:val="22"/>
          <w:lang w:val="x-none"/>
        </w:rPr>
      </w:pPr>
      <w:r w:rsidRPr="005C3242">
        <w:rPr>
          <w:rFonts w:ascii="Arial" w:hAnsi="Arial" w:cs="Arial"/>
          <w:b/>
          <w:szCs w:val="22"/>
        </w:rPr>
        <w:t>Elle a pour objet l’approvisionnement de câbles standard Marine au profit de la Marine nationale, selon les conditions définies dans le CCTP et les Spécifications Générales d’Approvisionnement.</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6" w:name="_Toc36259022"/>
      <w:bookmarkStart w:id="7" w:name="_Toc42327874"/>
      <w:bookmarkStart w:id="8" w:name="_Toc92880942"/>
      <w:r w:rsidRPr="00917C92">
        <w:rPr>
          <w:rFonts w:ascii="Arial" w:hAnsi="Arial" w:cs="Arial"/>
          <w:szCs w:val="22"/>
        </w:rPr>
        <w:t>condition de la consultation</w:t>
      </w:r>
      <w:bookmarkEnd w:id="6"/>
      <w:bookmarkEnd w:id="7"/>
      <w:bookmarkEnd w:id="8"/>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r w:rsidR="003436E6" w:rsidRPr="00917C92">
          <w:rPr>
            <w:rFonts w:ascii="Arial" w:hAnsi="Arial" w:cs="Arial"/>
            <w:szCs w:val="22"/>
          </w:rPr>
          <w:t>PLate-forme</w:t>
        </w:r>
      </w:smartTag>
      <w:r w:rsidR="003436E6" w:rsidRPr="00917C92">
        <w:rPr>
          <w:rFonts w:ascii="Arial" w:hAnsi="Arial" w:cs="Arial"/>
          <w:szCs w:val="22"/>
        </w:rPr>
        <w:t xml:space="preserve"> des AChats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9"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0" w:name="_Toc36259025"/>
      <w:bookmarkStart w:id="11" w:name="_Toc42327876"/>
      <w:bookmarkEnd w:id="9"/>
      <w:r w:rsidRPr="00917C92">
        <w:rPr>
          <w:rFonts w:ascii="Arial" w:hAnsi="Arial" w:cs="Arial"/>
          <w:b/>
          <w:szCs w:val="22"/>
        </w:rPr>
        <w:lastRenderedPageBreak/>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0"/>
    <w:bookmarkEnd w:id="11"/>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sont demandées via la PLate-f</w:t>
      </w:r>
      <w:r w:rsidR="00373B83" w:rsidRPr="00917C92">
        <w:rPr>
          <w:rFonts w:ascii="Arial" w:hAnsi="Arial" w:cs="Arial"/>
          <w:szCs w:val="22"/>
        </w:rPr>
        <w:t>orme des AChats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2" w:name="_Toc92880943"/>
      <w:bookmarkStart w:id="13" w:name="_Toc36259027"/>
      <w:bookmarkStart w:id="14" w:name="_Toc42327878"/>
      <w:bookmarkEnd w:id="4"/>
      <w:bookmarkEnd w:id="5"/>
      <w:r w:rsidRPr="00917C92">
        <w:rPr>
          <w:rFonts w:ascii="Arial" w:hAnsi="Arial" w:cs="Arial"/>
          <w:szCs w:val="22"/>
        </w:rPr>
        <w:t xml:space="preserve">presentation et envoi des </w:t>
      </w:r>
      <w:r w:rsidR="00C5369E">
        <w:rPr>
          <w:rFonts w:ascii="Arial" w:hAnsi="Arial" w:cs="Arial"/>
          <w:szCs w:val="22"/>
        </w:rPr>
        <w:t>PLIS</w:t>
      </w:r>
      <w:bookmarkEnd w:id="12"/>
    </w:p>
    <w:p w14:paraId="74017981" w14:textId="77777777" w:rsidR="005326D8" w:rsidRPr="00917C92" w:rsidRDefault="005326D8" w:rsidP="00985A16">
      <w:pPr>
        <w:pStyle w:val="Titre3"/>
        <w:rPr>
          <w:rFonts w:ascii="Arial" w:hAnsi="Arial" w:cs="Arial"/>
          <w:szCs w:val="22"/>
        </w:rPr>
      </w:pPr>
      <w:bookmarkStart w:id="15" w:name="_Toc92880944"/>
      <w:r w:rsidRPr="00917C92">
        <w:rPr>
          <w:rFonts w:ascii="Arial" w:hAnsi="Arial" w:cs="Arial"/>
          <w:szCs w:val="22"/>
        </w:rPr>
        <w:t xml:space="preserve">Présentation des </w:t>
      </w:r>
      <w:r w:rsidR="007E6AF1">
        <w:rPr>
          <w:rFonts w:ascii="Arial" w:hAnsi="Arial" w:cs="Arial"/>
          <w:szCs w:val="22"/>
        </w:rPr>
        <w:t>plis</w:t>
      </w:r>
      <w:bookmarkEnd w:id="15"/>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3567BA3C" w14:textId="77777777"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14:paraId="6760545B" w14:textId="77777777" w:rsidR="008B1A89" w:rsidRPr="00917C92" w:rsidRDefault="008B1A89" w:rsidP="00964194">
      <w:pPr>
        <w:rPr>
          <w:rFonts w:ascii="Arial" w:hAnsi="Arial" w:cs="Arial"/>
          <w:szCs w:val="22"/>
        </w:rPr>
      </w:pPr>
    </w:p>
    <w:bookmarkEnd w:id="13"/>
    <w:bookmarkEnd w:id="14"/>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 xml:space="preserve">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w:t>
      </w:r>
      <w:r w:rsidRPr="00D62785">
        <w:rPr>
          <w:rFonts w:ascii="Arial" w:hAnsi="Arial" w:cs="Arial"/>
          <w:szCs w:val="22"/>
        </w:rPr>
        <w:t>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7303CFBF" w:rsidR="007E6AF1" w:rsidRPr="00D62785" w:rsidRDefault="007E6AF1" w:rsidP="005C3242">
            <w:pPr>
              <w:pStyle w:val="Listepuces1"/>
              <w:tabs>
                <w:tab w:val="clear" w:pos="567"/>
              </w:tabs>
              <w:ind w:left="356" w:hanging="285"/>
              <w:rPr>
                <w:rFonts w:ascii="Arial" w:hAnsi="Arial" w:cs="Arial"/>
                <w:szCs w:val="22"/>
              </w:rPr>
            </w:pPr>
            <w:r w:rsidRPr="00D62785">
              <w:rPr>
                <w:rFonts w:ascii="Arial" w:hAnsi="Arial" w:cs="Arial"/>
                <w:szCs w:val="22"/>
              </w:rPr>
              <w:lastRenderedPageBreak/>
              <w:t>le C.C.T.P</w:t>
            </w:r>
            <w:r w:rsidR="005C3242">
              <w:rPr>
                <w:rFonts w:ascii="Arial" w:hAnsi="Arial" w:cs="Arial"/>
                <w:szCs w:val="22"/>
              </w:rPr>
              <w:t xml:space="preserve"> et </w:t>
            </w:r>
            <w:r>
              <w:rPr>
                <w:rFonts w:ascii="Arial" w:hAnsi="Arial" w:cs="Arial"/>
                <w:szCs w:val="22"/>
              </w:rPr>
              <w:t>SGA</w:t>
            </w:r>
            <w:r w:rsidRPr="00866D3F">
              <w:rPr>
                <w:rFonts w:ascii="Arial" w:hAnsi="Arial" w:cs="Arial"/>
                <w:szCs w:val="22"/>
              </w:rPr>
              <w:t>.</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111B0411" w14:textId="77777777" w:rsidR="00BB5C43" w:rsidRPr="00917C92" w:rsidRDefault="00BB5C43">
      <w:pPr>
        <w:ind w:firstLine="426"/>
        <w:rPr>
          <w:rFonts w:ascii="Arial" w:hAnsi="Arial" w:cs="Arial"/>
          <w:szCs w:val="22"/>
        </w:rPr>
      </w:pPr>
    </w:p>
    <w:p w14:paraId="5477AB8F" w14:textId="77777777" w:rsidR="00351833" w:rsidRPr="00917C92" w:rsidRDefault="00351833" w:rsidP="00985A16">
      <w:pPr>
        <w:pStyle w:val="Titre3"/>
        <w:rPr>
          <w:rFonts w:ascii="Arial" w:hAnsi="Arial" w:cs="Arial"/>
          <w:szCs w:val="22"/>
        </w:rPr>
      </w:pPr>
      <w:bookmarkStart w:id="16" w:name="_Toc254166743"/>
      <w:bookmarkStart w:id="17" w:name="_Toc395189355"/>
      <w:bookmarkStart w:id="18" w:name="_Toc92880945"/>
      <w:bookmarkStart w:id="19" w:name="_Toc36259028"/>
      <w:r w:rsidRPr="00917C92">
        <w:rPr>
          <w:rFonts w:ascii="Arial" w:hAnsi="Arial" w:cs="Arial"/>
          <w:szCs w:val="22"/>
        </w:rPr>
        <w:t>Condition d’envoi des plis</w:t>
      </w:r>
      <w:bookmarkEnd w:id="16"/>
      <w:bookmarkEnd w:id="17"/>
      <w:bookmarkEnd w:id="18"/>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PLate-forme des AChats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lastRenderedPageBreak/>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0" w:name="_Toc469464712"/>
      <w:bookmarkEnd w:id="20"/>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5C3242"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77777777"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985A16">
      <w:pPr>
        <w:pStyle w:val="Titre3"/>
        <w:rPr>
          <w:rFonts w:ascii="Arial" w:hAnsi="Arial" w:cs="Arial"/>
          <w:szCs w:val="22"/>
        </w:rPr>
      </w:pPr>
      <w:bookmarkStart w:id="21" w:name="_Toc254166744"/>
      <w:bookmarkStart w:id="22" w:name="_Toc395189356"/>
      <w:bookmarkStart w:id="23" w:name="_Toc92880946"/>
      <w:r w:rsidRPr="00917C92">
        <w:rPr>
          <w:rFonts w:ascii="Arial" w:hAnsi="Arial" w:cs="Arial"/>
          <w:szCs w:val="22"/>
        </w:rPr>
        <w:t>Date de remise des offres</w:t>
      </w:r>
      <w:bookmarkEnd w:id="21"/>
      <w:bookmarkEnd w:id="22"/>
      <w:bookmarkEnd w:id="23"/>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4" w:name="_Toc234058939"/>
      <w:bookmarkStart w:id="25" w:name="_Toc304745895"/>
      <w:bookmarkStart w:id="26" w:name="_Toc92880947"/>
      <w:bookmarkStart w:id="27" w:name="_Toc234058940"/>
      <w:bookmarkEnd w:id="19"/>
      <w:r w:rsidRPr="00917C92">
        <w:rPr>
          <w:rFonts w:ascii="Arial" w:hAnsi="Arial" w:cs="Arial"/>
          <w:szCs w:val="22"/>
        </w:rPr>
        <w:lastRenderedPageBreak/>
        <w:t>jugement des CANDIDATURES ET DES OFFRES</w:t>
      </w:r>
      <w:bookmarkEnd w:id="24"/>
      <w:bookmarkEnd w:id="25"/>
      <w:bookmarkEnd w:id="26"/>
    </w:p>
    <w:p w14:paraId="550FE679" w14:textId="77777777" w:rsidR="00C434EC" w:rsidRPr="00917C92" w:rsidRDefault="00C434EC" w:rsidP="00985A16">
      <w:pPr>
        <w:pStyle w:val="Titre3"/>
        <w:rPr>
          <w:rFonts w:ascii="Arial" w:hAnsi="Arial" w:cs="Arial"/>
          <w:szCs w:val="22"/>
        </w:rPr>
      </w:pPr>
      <w:bookmarkStart w:id="28" w:name="_Toc92880948"/>
      <w:r w:rsidRPr="00917C92">
        <w:rPr>
          <w:rFonts w:ascii="Arial" w:hAnsi="Arial" w:cs="Arial"/>
          <w:szCs w:val="22"/>
        </w:rPr>
        <w:t>Jugement des candidatures</w:t>
      </w:r>
      <w:bookmarkEnd w:id="27"/>
      <w:bookmarkEnd w:id="28"/>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29" w:name="_Toc354649313"/>
      <w:bookmarkStart w:id="30" w:name="_Toc92880949"/>
      <w:bookmarkStart w:id="31" w:name="_Toc234058941"/>
      <w:bookmarkStart w:id="32" w:name="_Toc304745897"/>
      <w:r w:rsidRPr="00917C92">
        <w:rPr>
          <w:rFonts w:ascii="Arial" w:hAnsi="Arial" w:cs="Arial"/>
          <w:szCs w:val="22"/>
        </w:rPr>
        <w:t>Critères de classement des offres et attribution du marché</w:t>
      </w:r>
      <w:bookmarkEnd w:id="29"/>
      <w:bookmarkEnd w:id="30"/>
    </w:p>
    <w:p w14:paraId="671267EE" w14:textId="77777777" w:rsidR="00B1130A" w:rsidRPr="00917C92" w:rsidRDefault="00211A73" w:rsidP="00B1130A">
      <w:pPr>
        <w:pStyle w:val="Paragraphe"/>
        <w:ind w:firstLine="0"/>
        <w:rPr>
          <w:rFonts w:ascii="Arial" w:hAnsi="Arial" w:cs="Arial"/>
          <w:szCs w:val="22"/>
        </w:rPr>
      </w:pPr>
      <w:bookmarkStart w:id="33" w:name="_Toc131825450"/>
      <w:bookmarkStart w:id="34" w:name="_Toc135126495"/>
      <w:bookmarkEnd w:id="31"/>
      <w:bookmarkEnd w:id="32"/>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46D16E58" w:rsidR="00B1130A" w:rsidRPr="00917C92" w:rsidRDefault="00B1130A" w:rsidP="00B1130A">
      <w:pPr>
        <w:numPr>
          <w:ilvl w:val="0"/>
          <w:numId w:val="12"/>
        </w:numPr>
        <w:spacing w:before="0" w:after="0"/>
        <w:ind w:left="714" w:firstLine="137"/>
        <w:jc w:val="left"/>
        <w:rPr>
          <w:rFonts w:ascii="Arial" w:hAnsi="Arial" w:cs="Arial"/>
          <w:szCs w:val="22"/>
        </w:rPr>
      </w:pPr>
      <w:r w:rsidRPr="00917C92">
        <w:rPr>
          <w:rFonts w:ascii="Arial" w:hAnsi="Arial" w:cs="Arial"/>
          <w:szCs w:val="22"/>
        </w:rPr>
        <w:t xml:space="preserve">Prix : </w:t>
      </w:r>
      <w:r w:rsidR="005C3242">
        <w:rPr>
          <w:rFonts w:ascii="Arial" w:hAnsi="Arial" w:cs="Arial"/>
          <w:szCs w:val="22"/>
        </w:rPr>
        <w:t>60</w:t>
      </w:r>
      <w:r w:rsidRPr="00917C92">
        <w:rPr>
          <w:rFonts w:ascii="Arial" w:hAnsi="Arial" w:cs="Arial"/>
          <w:szCs w:val="22"/>
        </w:rPr>
        <w:t xml:space="preserve"> %</w:t>
      </w:r>
    </w:p>
    <w:p w14:paraId="10155D60" w14:textId="37A46D9C" w:rsidR="00B1130A" w:rsidRPr="00917C92" w:rsidRDefault="005C3242" w:rsidP="00B1130A">
      <w:pPr>
        <w:numPr>
          <w:ilvl w:val="0"/>
          <w:numId w:val="12"/>
        </w:numPr>
        <w:spacing w:before="0" w:after="120"/>
        <w:ind w:left="714" w:firstLine="137"/>
        <w:jc w:val="left"/>
        <w:rPr>
          <w:rFonts w:ascii="Arial" w:hAnsi="Arial" w:cs="Arial"/>
          <w:b/>
          <w:bCs/>
          <w:szCs w:val="22"/>
        </w:rPr>
      </w:pPr>
      <w:r>
        <w:rPr>
          <w:rFonts w:ascii="Arial" w:hAnsi="Arial" w:cs="Arial"/>
          <w:szCs w:val="22"/>
        </w:rPr>
        <w:t>Délai de livraison : 4</w:t>
      </w:r>
      <w:r w:rsidR="00B1130A" w:rsidRPr="00917C92">
        <w:rPr>
          <w:rFonts w:ascii="Arial" w:hAnsi="Arial" w:cs="Arial"/>
          <w:szCs w:val="22"/>
        </w:rPr>
        <w:t>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77777777"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1328F1" w:rsidRPr="00917C92">
        <w:rPr>
          <w:b/>
          <w:sz w:val="22"/>
          <w:szCs w:val="22"/>
        </w:rPr>
        <w:t xml:space="preserve">SOPRANO/NMCRL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72690A2F" w14:textId="77777777" w:rsidR="00B22CFE" w:rsidRPr="00917C92" w:rsidRDefault="00B22CFE" w:rsidP="00D9183A">
      <w:pPr>
        <w:pStyle w:val="western"/>
        <w:ind w:left="426"/>
        <w:rPr>
          <w:sz w:val="22"/>
          <w:szCs w:val="22"/>
        </w:rPr>
      </w:pP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3FE8250B" w14:textId="77777777"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14:paraId="47E1EB84" w14:textId="77777777"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77777777"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lastRenderedPageBreak/>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77777777" w:rsidR="0045584C" w:rsidRPr="00917C92" w:rsidRDefault="0045584C" w:rsidP="0045584C">
      <w:pPr>
        <w:numPr>
          <w:ilvl w:val="0"/>
          <w:numId w:val="39"/>
        </w:numPr>
        <w:tabs>
          <w:tab w:val="left" w:pos="426"/>
        </w:tabs>
        <w:spacing w:before="0" w:after="0"/>
        <w:ind w:right="38"/>
        <w:rPr>
          <w:rFonts w:ascii="Arial" w:hAnsi="Arial" w:cs="Arial"/>
          <w:color w:val="000000"/>
          <w:szCs w:val="22"/>
        </w:rPr>
      </w:pPr>
      <w:r w:rsidRPr="00917C92">
        <w:rPr>
          <w:rFonts w:ascii="Arial" w:hAnsi="Arial" w:cs="Arial"/>
          <w:color w:val="000000"/>
          <w:szCs w:val="22"/>
        </w:rPr>
        <w:t>à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14:paraId="48B419A9" w14:textId="77777777"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0D4B2D74" w14:textId="77777777" w:rsidR="005F6A4E" w:rsidRDefault="005F6A4E" w:rsidP="00D9183A">
      <w:pPr>
        <w:tabs>
          <w:tab w:val="left" w:pos="851"/>
        </w:tabs>
        <w:spacing w:before="120" w:after="0"/>
        <w:ind w:right="40"/>
        <w:rPr>
          <w:rFonts w:ascii="Arial" w:hAnsi="Arial" w:cs="Arial"/>
          <w:color w:val="000000"/>
          <w:szCs w:val="22"/>
        </w:rPr>
      </w:pP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5" w:name="_Toc92880950"/>
      <w:bookmarkEnd w:id="33"/>
      <w:bookmarkEnd w:id="34"/>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5"/>
    </w:p>
    <w:p w14:paraId="20CD8368" w14:textId="275AA0F4" w:rsidR="005326D8" w:rsidRDefault="005326D8" w:rsidP="00D9183A">
      <w:pPr>
        <w:rPr>
          <w:rFonts w:ascii="Arial" w:hAnsi="Arial" w:cs="Arial"/>
          <w:szCs w:val="22"/>
        </w:rPr>
      </w:pPr>
      <w:r w:rsidRPr="00917C92">
        <w:rPr>
          <w:rFonts w:ascii="Arial" w:hAnsi="Arial" w:cs="Arial"/>
          <w:szCs w:val="22"/>
        </w:rPr>
        <w:t>Le dossier de consultation, outre ce règlement, comprend :</w:t>
      </w:r>
    </w:p>
    <w:p w14:paraId="5ADD8AA1" w14:textId="77777777" w:rsidR="005C3242" w:rsidRPr="00917C92" w:rsidRDefault="005C3242" w:rsidP="00D9183A">
      <w:pPr>
        <w:rPr>
          <w:rFonts w:ascii="Arial" w:hAnsi="Arial" w:cs="Arial"/>
          <w:szCs w:val="22"/>
        </w:rPr>
      </w:pPr>
      <w:bookmarkStart w:id="36" w:name="_GoBack"/>
      <w:bookmarkEnd w:id="36"/>
    </w:p>
    <w:p w14:paraId="54BB5851" w14:textId="188EE0EA" w:rsidR="005C3242" w:rsidRDefault="006F7DB6" w:rsidP="00F765CF">
      <w:pPr>
        <w:widowControl w:val="0"/>
        <w:numPr>
          <w:ilvl w:val="0"/>
          <w:numId w:val="12"/>
        </w:numPr>
        <w:tabs>
          <w:tab w:val="clear" w:pos="720"/>
          <w:tab w:val="num" w:pos="284"/>
        </w:tabs>
        <w:autoSpaceDE w:val="0"/>
        <w:autoSpaceDN w:val="0"/>
        <w:adjustRightInd w:val="0"/>
        <w:spacing w:before="0" w:after="0"/>
        <w:ind w:left="142" w:hanging="142"/>
        <w:rPr>
          <w:rFonts w:ascii="Arial" w:hAnsi="Arial" w:cs="Arial"/>
          <w:szCs w:val="22"/>
        </w:rPr>
      </w:pPr>
      <w:r w:rsidRPr="005C3242">
        <w:rPr>
          <w:rFonts w:ascii="Arial" w:hAnsi="Arial" w:cs="Arial"/>
          <w:szCs w:val="22"/>
        </w:rPr>
        <w:t xml:space="preserve">le marché comprenant l’engagement du </w:t>
      </w:r>
      <w:r w:rsidRPr="005C3242">
        <w:rPr>
          <w:rFonts w:ascii="Arial" w:hAnsi="Arial" w:cs="Arial"/>
          <w:bCs/>
          <w:szCs w:val="22"/>
        </w:rPr>
        <w:t>soumissionnaire</w:t>
      </w:r>
      <w:r w:rsidRPr="005C3242">
        <w:rPr>
          <w:rFonts w:ascii="Arial" w:hAnsi="Arial" w:cs="Arial"/>
          <w:szCs w:val="22"/>
        </w:rPr>
        <w:t>, les clauses administratives et l’annexe financière,</w:t>
      </w:r>
    </w:p>
    <w:p w14:paraId="3C573771" w14:textId="77777777" w:rsidR="005C3242" w:rsidRDefault="005C3242" w:rsidP="005C3242">
      <w:pPr>
        <w:widowControl w:val="0"/>
        <w:autoSpaceDE w:val="0"/>
        <w:autoSpaceDN w:val="0"/>
        <w:adjustRightInd w:val="0"/>
        <w:spacing w:before="0" w:after="0"/>
        <w:ind w:left="142"/>
        <w:rPr>
          <w:rFonts w:ascii="Arial" w:hAnsi="Arial" w:cs="Arial"/>
          <w:szCs w:val="22"/>
        </w:rPr>
      </w:pPr>
    </w:p>
    <w:p w14:paraId="7F34131D" w14:textId="154AA79E" w:rsidR="005C3242" w:rsidRDefault="005C3242" w:rsidP="00F765CF">
      <w:pPr>
        <w:widowControl w:val="0"/>
        <w:numPr>
          <w:ilvl w:val="0"/>
          <w:numId w:val="12"/>
        </w:numPr>
        <w:tabs>
          <w:tab w:val="clear" w:pos="720"/>
          <w:tab w:val="num" w:pos="284"/>
        </w:tabs>
        <w:autoSpaceDE w:val="0"/>
        <w:autoSpaceDN w:val="0"/>
        <w:adjustRightInd w:val="0"/>
        <w:spacing w:before="0" w:after="0"/>
        <w:ind w:left="142" w:hanging="142"/>
        <w:rPr>
          <w:rFonts w:ascii="Arial" w:hAnsi="Arial" w:cs="Arial"/>
          <w:szCs w:val="22"/>
        </w:rPr>
      </w:pPr>
      <w:r w:rsidRPr="005C3242">
        <w:rPr>
          <w:rFonts w:ascii="Arial" w:hAnsi="Arial" w:cs="Arial"/>
          <w:szCs w:val="22"/>
        </w:rPr>
        <w:t>Le CCTP DSSFB/SDLOG/0461/indice F et les SGA de référence SDLOG-260-O,</w:t>
      </w:r>
    </w:p>
    <w:p w14:paraId="6C0D158A" w14:textId="77777777" w:rsidR="005C3242" w:rsidRDefault="005C3242" w:rsidP="005C3242">
      <w:pPr>
        <w:widowControl w:val="0"/>
        <w:autoSpaceDE w:val="0"/>
        <w:autoSpaceDN w:val="0"/>
        <w:adjustRightInd w:val="0"/>
        <w:spacing w:before="0" w:after="0"/>
        <w:ind w:left="142"/>
        <w:rPr>
          <w:rFonts w:ascii="Arial" w:hAnsi="Arial" w:cs="Arial"/>
          <w:szCs w:val="22"/>
        </w:rPr>
      </w:pPr>
    </w:p>
    <w:p w14:paraId="011EE013" w14:textId="54FA2292" w:rsidR="005C3242" w:rsidRPr="005C3242" w:rsidRDefault="005C3242" w:rsidP="00F765CF">
      <w:pPr>
        <w:widowControl w:val="0"/>
        <w:numPr>
          <w:ilvl w:val="0"/>
          <w:numId w:val="12"/>
        </w:numPr>
        <w:tabs>
          <w:tab w:val="clear" w:pos="720"/>
          <w:tab w:val="num" w:pos="284"/>
        </w:tabs>
        <w:autoSpaceDE w:val="0"/>
        <w:autoSpaceDN w:val="0"/>
        <w:adjustRightInd w:val="0"/>
        <w:spacing w:before="0" w:after="0"/>
        <w:ind w:left="142" w:hanging="142"/>
        <w:rPr>
          <w:rFonts w:ascii="Arial" w:hAnsi="Arial" w:cs="Arial"/>
          <w:szCs w:val="22"/>
        </w:rPr>
      </w:pPr>
      <w:r>
        <w:rPr>
          <w:rFonts w:ascii="Arial" w:hAnsi="Arial" w:cs="Arial"/>
          <w:szCs w:val="22"/>
        </w:rPr>
        <w:t>1 fiche SACRAL N CORENG</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5C3242">
      <w:pPr>
        <w:widowControl w:val="0"/>
        <w:autoSpaceDE w:val="0"/>
        <w:autoSpaceDN w:val="0"/>
        <w:adjustRightInd w:val="0"/>
        <w:spacing w:before="0" w:after="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6DB8065C" w:rsidR="00BD2646" w:rsidRPr="00033168" w:rsidRDefault="00BD2646">
    <w:pPr>
      <w:pStyle w:val="Pieddepage"/>
      <w:rPr>
        <w:rFonts w:ascii="Marianne" w:hAnsi="Marianne"/>
        <w:sz w:val="14"/>
        <w:szCs w:val="14"/>
      </w:rPr>
    </w:pPr>
    <w:bookmarkStart w:id="0" w:name="Dossier"/>
    <w:bookmarkEnd w:id="0"/>
    <w:r w:rsidRPr="00033168">
      <w:rPr>
        <w:rStyle w:val="Numrodepage"/>
        <w:rFonts w:ascii="Marianne" w:hAnsi="Marianne"/>
        <w:sz w:val="14"/>
        <w:szCs w:val="14"/>
      </w:rPr>
      <w:t>N° du marché</w:t>
    </w:r>
    <w:r w:rsidR="005C3242">
      <w:rPr>
        <w:rStyle w:val="Numrodepage"/>
        <w:rFonts w:ascii="Marianne" w:hAnsi="Marianne"/>
        <w:sz w:val="14"/>
        <w:szCs w:val="14"/>
      </w:rPr>
      <w:t xml:space="preserve"> S25B00720</w:t>
    </w:r>
    <w:r w:rsidRPr="00033168">
      <w:rPr>
        <w:rStyle w:val="Numrodepage"/>
        <w:rFonts w:ascii="Marianne" w:hAnsi="Marianne"/>
        <w:sz w:val="14"/>
        <w:szCs w:val="14"/>
      </w:rPr>
      <w:tab/>
      <w:t xml:space="preserve">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PAGE </w:instrText>
    </w:r>
    <w:r w:rsidRPr="00033168">
      <w:rPr>
        <w:rStyle w:val="Numrodepage"/>
        <w:rFonts w:ascii="Marianne" w:hAnsi="Marianne"/>
        <w:sz w:val="14"/>
        <w:szCs w:val="14"/>
      </w:rPr>
      <w:fldChar w:fldCharType="separate"/>
    </w:r>
    <w:r w:rsidR="005C3242">
      <w:rPr>
        <w:rStyle w:val="Numrodepage"/>
        <w:rFonts w:ascii="Marianne" w:hAnsi="Marianne"/>
        <w:noProof/>
        <w:sz w:val="14"/>
        <w:szCs w:val="14"/>
      </w:rPr>
      <w:t>6</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NUMPAGES </w:instrText>
    </w:r>
    <w:r w:rsidRPr="00033168">
      <w:rPr>
        <w:rStyle w:val="Numrodepage"/>
        <w:rFonts w:ascii="Marianne" w:hAnsi="Marianne"/>
        <w:sz w:val="14"/>
        <w:szCs w:val="14"/>
      </w:rPr>
      <w:fldChar w:fldCharType="separate"/>
    </w:r>
    <w:r w:rsidR="005C3242">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w:t>
    </w:r>
    <w:r w:rsidRPr="00033168">
      <w:rPr>
        <w:rStyle w:val="Numrodepage"/>
        <w:rFonts w:ascii="Marianne" w:hAnsi="Marianne"/>
        <w:sz w:val="14"/>
        <w:szCs w:val="14"/>
      </w:rPr>
      <w:tab/>
      <w:t xml:space="preserve"> </w:t>
    </w:r>
    <w:r w:rsidRPr="00033168">
      <w:rPr>
        <w:rStyle w:val="Numrodepage"/>
        <w:rFonts w:ascii="Marianne" w:hAnsi="Marianne"/>
        <w:noProof/>
        <w:sz w:val="14"/>
        <w:szCs w:val="14"/>
      </w:rPr>
      <w:t>RC</w:t>
    </w:r>
    <w:r>
      <w:rPr>
        <w:rStyle w:val="Numrodepage"/>
        <w:rFonts w:ascii="Calibri" w:hAnsi="Calibri" w:cs="Calibri"/>
        <w:noProof/>
        <w:sz w:val="14"/>
        <w:szCs w:val="14"/>
      </w:rPr>
      <w:t> </w:t>
    </w:r>
    <w:r>
      <w:rPr>
        <w:rStyle w:val="Numrodepage"/>
        <w:rFonts w:ascii="Marianne" w:hAnsi="Marianne"/>
        <w:noProof/>
        <w:sz w:val="14"/>
        <w:szCs w:val="14"/>
      </w:rPr>
      <w:t>:</w:t>
    </w:r>
    <w:r w:rsidRPr="00033168">
      <w:rPr>
        <w:rStyle w:val="Numrodepage"/>
        <w:rFonts w:ascii="Marianne" w:hAnsi="Marianne"/>
        <w:noProof/>
        <w:sz w:val="14"/>
        <w:szCs w:val="14"/>
      </w:rPr>
      <w:t xml:space="preserve"> MAPA </w:t>
    </w:r>
    <w:r>
      <w:rPr>
        <w:rStyle w:val="Numrodepage"/>
        <w:rFonts w:ascii="Marianne" w:hAnsi="Marianne"/>
        <w:noProof/>
        <w:sz w:val="14"/>
        <w:szCs w:val="14"/>
      </w:rPr>
      <w:t>1</w:t>
    </w:r>
    <w:r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76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B2F98"/>
    <w:rsid w:val="000F042A"/>
    <w:rsid w:val="000F71E2"/>
    <w:rsid w:val="001019DE"/>
    <w:rsid w:val="00101FB7"/>
    <w:rsid w:val="00104621"/>
    <w:rsid w:val="001070B7"/>
    <w:rsid w:val="001119F0"/>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D5C"/>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91F0F"/>
    <w:rsid w:val="003A52E7"/>
    <w:rsid w:val="003B00C8"/>
    <w:rsid w:val="003C523E"/>
    <w:rsid w:val="003D289B"/>
    <w:rsid w:val="003D33FF"/>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8796D"/>
    <w:rsid w:val="004A617C"/>
    <w:rsid w:val="004B095A"/>
    <w:rsid w:val="004C2F3E"/>
    <w:rsid w:val="004E1AEF"/>
    <w:rsid w:val="004F0020"/>
    <w:rsid w:val="004F4265"/>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3242"/>
    <w:rsid w:val="005C5537"/>
    <w:rsid w:val="005C7429"/>
    <w:rsid w:val="005D0DEB"/>
    <w:rsid w:val="005E00BF"/>
    <w:rsid w:val="005E00D1"/>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6E5A"/>
    <w:rsid w:val="00BB5C43"/>
    <w:rsid w:val="00BD1DB7"/>
    <w:rsid w:val="00BD2646"/>
    <w:rsid w:val="00BE252F"/>
    <w:rsid w:val="00BE2C37"/>
    <w:rsid w:val="00BF1B71"/>
    <w:rsid w:val="00BF4A66"/>
    <w:rsid w:val="00BF4F1A"/>
    <w:rsid w:val="00C03E09"/>
    <w:rsid w:val="00C12838"/>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7649"/>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5362A-33CF-4A6A-B8B9-48CFC22AF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Template>
  <TotalTime>1</TotalTime>
  <Pages>8</Pages>
  <Words>2421</Words>
  <Characters>14574</Characters>
  <Application>Microsoft Office Word</Application>
  <DocSecurity>4</DocSecurity>
  <Lines>121</Lines>
  <Paragraphs>33</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16962</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RIPERT Benjamin CR1</cp:lastModifiedBy>
  <cp:revision>2</cp:revision>
  <cp:lastPrinted>2021-01-21T15:49:00Z</cp:lastPrinted>
  <dcterms:created xsi:type="dcterms:W3CDTF">2025-10-20T13:01:00Z</dcterms:created>
  <dcterms:modified xsi:type="dcterms:W3CDTF">2025-10-20T13:01:00Z</dcterms:modified>
</cp:coreProperties>
</file>